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7B63F" w14:textId="7A407BE4" w:rsidR="00CD07CC" w:rsidRPr="00CD07CC" w:rsidRDefault="00CD07CC" w:rsidP="00CD07CC">
      <w:pPr>
        <w:pStyle w:val="Default"/>
        <w:rPr>
          <w:sz w:val="22"/>
          <w:szCs w:val="22"/>
          <w:lang w:val="es-ES"/>
        </w:rPr>
      </w:pPr>
      <w:r w:rsidRPr="00CD07CC">
        <w:rPr>
          <w:lang w:val="es-ES"/>
        </w:rPr>
        <w:t>B</w:t>
      </w:r>
      <w:r w:rsidRPr="00CD07CC">
        <w:rPr>
          <w:sz w:val="22"/>
          <w:szCs w:val="22"/>
          <w:lang w:val="es-ES"/>
        </w:rPr>
        <w:t xml:space="preserve">ogotá D.C. </w:t>
      </w:r>
      <w:r w:rsidRPr="00CD07CC">
        <w:rPr>
          <w:sz w:val="22"/>
          <w:szCs w:val="22"/>
          <w:lang w:val="es-ES"/>
        </w:rPr>
        <w:t>Agosto 29</w:t>
      </w:r>
      <w:r w:rsidRPr="00CD07CC">
        <w:rPr>
          <w:sz w:val="22"/>
          <w:szCs w:val="22"/>
          <w:lang w:val="es-ES"/>
        </w:rPr>
        <w:t xml:space="preserve"> de 2016 </w:t>
      </w:r>
    </w:p>
    <w:p w14:paraId="1A37406B" w14:textId="321C720E" w:rsidR="00CD07CC" w:rsidRPr="00CD07CC" w:rsidRDefault="00CD07CC" w:rsidP="00CD07CC">
      <w:pPr>
        <w:pStyle w:val="Default"/>
        <w:rPr>
          <w:sz w:val="22"/>
          <w:szCs w:val="22"/>
          <w:lang w:val="es-ES"/>
        </w:rPr>
      </w:pPr>
      <w:r w:rsidRPr="00CD07CC">
        <w:rPr>
          <w:sz w:val="22"/>
          <w:szCs w:val="22"/>
          <w:lang w:val="es-ES"/>
        </w:rPr>
        <w:t>Sra. Cecilia Borja</w:t>
      </w:r>
    </w:p>
    <w:p w14:paraId="54AEFED2" w14:textId="520F9168" w:rsidR="00CD07CC" w:rsidRPr="00CD07CC" w:rsidRDefault="00CD07CC" w:rsidP="00CD07CC">
      <w:pPr>
        <w:pStyle w:val="Default"/>
        <w:rPr>
          <w:sz w:val="22"/>
          <w:szCs w:val="22"/>
          <w:lang w:val="es-ES"/>
        </w:rPr>
      </w:pPr>
      <w:r w:rsidRPr="00CD07CC">
        <w:rPr>
          <w:sz w:val="22"/>
          <w:szCs w:val="22"/>
          <w:lang w:val="es-ES"/>
        </w:rPr>
        <w:t>CALEB PRODUCCIONES</w:t>
      </w:r>
    </w:p>
    <w:p w14:paraId="58728FBC" w14:textId="77777777" w:rsidR="00CD07CC" w:rsidRPr="00CD07CC" w:rsidRDefault="00CD07CC" w:rsidP="00CD07CC">
      <w:pPr>
        <w:pStyle w:val="Default"/>
        <w:rPr>
          <w:sz w:val="22"/>
          <w:szCs w:val="22"/>
          <w:lang w:val="es-ES"/>
        </w:rPr>
      </w:pPr>
      <w:r w:rsidRPr="00CD07CC">
        <w:rPr>
          <w:sz w:val="22"/>
          <w:szCs w:val="22"/>
          <w:lang w:val="es-ES"/>
        </w:rPr>
        <w:t xml:space="preserve">Ciudad </w:t>
      </w:r>
    </w:p>
    <w:p w14:paraId="65196A28" w14:textId="77777777" w:rsidR="00CD07CC" w:rsidRPr="00CD07CC" w:rsidRDefault="00CD07CC" w:rsidP="00CD07CC">
      <w:pPr>
        <w:pStyle w:val="Default"/>
        <w:rPr>
          <w:sz w:val="22"/>
          <w:szCs w:val="22"/>
          <w:lang w:val="es-ES"/>
        </w:rPr>
      </w:pPr>
    </w:p>
    <w:p w14:paraId="6BBA13BF" w14:textId="77777777" w:rsidR="00CD07CC" w:rsidRPr="00CD07CC" w:rsidRDefault="00CD07CC" w:rsidP="00CD07CC">
      <w:pPr>
        <w:pStyle w:val="Default"/>
        <w:rPr>
          <w:sz w:val="22"/>
          <w:szCs w:val="22"/>
          <w:lang w:val="es-ES"/>
        </w:rPr>
      </w:pPr>
      <w:r w:rsidRPr="00CD07CC">
        <w:rPr>
          <w:sz w:val="22"/>
          <w:szCs w:val="22"/>
          <w:lang w:val="es-ES"/>
        </w:rPr>
        <w:t xml:space="preserve">Ref: </w:t>
      </w:r>
      <w:r w:rsidRPr="00CD07CC">
        <w:rPr>
          <w:sz w:val="22"/>
          <w:szCs w:val="22"/>
          <w:lang w:val="es-ES"/>
        </w:rPr>
        <w:t>Concurso del Estilista 2016</w:t>
      </w:r>
    </w:p>
    <w:p w14:paraId="48F380EA" w14:textId="77777777" w:rsidR="00CD07CC" w:rsidRPr="00CD07CC" w:rsidRDefault="00CD07CC" w:rsidP="00CD07CC">
      <w:pPr>
        <w:pStyle w:val="Default"/>
        <w:rPr>
          <w:sz w:val="22"/>
          <w:szCs w:val="22"/>
          <w:lang w:val="es-ES"/>
        </w:rPr>
      </w:pPr>
    </w:p>
    <w:p w14:paraId="40A576C3" w14:textId="77777777" w:rsidR="00CD07CC" w:rsidRPr="00CD07CC" w:rsidRDefault="00CD07CC" w:rsidP="00CD07CC">
      <w:pPr>
        <w:pStyle w:val="Default"/>
        <w:rPr>
          <w:sz w:val="22"/>
          <w:szCs w:val="22"/>
          <w:lang w:val="es-ES"/>
        </w:rPr>
      </w:pPr>
    </w:p>
    <w:p w14:paraId="48EF0808" w14:textId="2A3A6ADF" w:rsidR="00CD07CC" w:rsidRPr="00CD07CC" w:rsidRDefault="00CD07CC" w:rsidP="00CD07CC">
      <w:pPr>
        <w:pStyle w:val="Default"/>
        <w:rPr>
          <w:sz w:val="22"/>
          <w:szCs w:val="22"/>
          <w:lang w:val="es-ES"/>
        </w:rPr>
      </w:pPr>
      <w:r w:rsidRPr="00CD07CC">
        <w:rPr>
          <w:sz w:val="22"/>
          <w:szCs w:val="22"/>
          <w:lang w:val="es-ES"/>
        </w:rPr>
        <w:t xml:space="preserve">Estimada Sra. </w:t>
      </w:r>
      <w:r w:rsidRPr="00CD07CC">
        <w:rPr>
          <w:sz w:val="22"/>
          <w:szCs w:val="22"/>
          <w:lang w:val="es-ES"/>
        </w:rPr>
        <w:t>Cecilia:</w:t>
      </w:r>
      <w:r w:rsidRPr="00CD07CC">
        <w:rPr>
          <w:sz w:val="22"/>
          <w:szCs w:val="22"/>
          <w:lang w:val="es-ES"/>
        </w:rPr>
        <w:t xml:space="preserve"> </w:t>
      </w:r>
    </w:p>
    <w:p w14:paraId="7833D4EE" w14:textId="77777777" w:rsidR="00CD07CC" w:rsidRPr="00CD07CC" w:rsidRDefault="00CD07CC" w:rsidP="00CD07CC">
      <w:pPr>
        <w:pStyle w:val="Default"/>
        <w:rPr>
          <w:sz w:val="22"/>
          <w:szCs w:val="22"/>
          <w:lang w:val="es-ES"/>
        </w:rPr>
      </w:pPr>
    </w:p>
    <w:p w14:paraId="27FDD3F2" w14:textId="4B12A631" w:rsidR="00CD07CC" w:rsidRPr="00CD07CC" w:rsidRDefault="00CD07CC" w:rsidP="00CD07CC">
      <w:pPr>
        <w:pStyle w:val="Default"/>
        <w:rPr>
          <w:sz w:val="22"/>
          <w:szCs w:val="22"/>
          <w:lang w:val="es-ES"/>
        </w:rPr>
      </w:pPr>
      <w:r w:rsidRPr="00CD07CC">
        <w:rPr>
          <w:sz w:val="22"/>
          <w:szCs w:val="22"/>
          <w:lang w:val="es-ES"/>
        </w:rPr>
        <w:t>De acuerdo a nuestra conversación,</w:t>
      </w:r>
      <w:r w:rsidRPr="00CD07CC">
        <w:rPr>
          <w:sz w:val="22"/>
          <w:szCs w:val="22"/>
          <w:lang w:val="es-ES"/>
        </w:rPr>
        <w:t xml:space="preserve"> te estoy enviando nuestra propuesta</w:t>
      </w:r>
      <w:r w:rsidR="005A32B9">
        <w:rPr>
          <w:sz w:val="22"/>
          <w:szCs w:val="22"/>
          <w:lang w:val="es-ES"/>
        </w:rPr>
        <w:t xml:space="preserve"> con</w:t>
      </w:r>
      <w:r w:rsidRPr="00CD07CC">
        <w:rPr>
          <w:sz w:val="22"/>
          <w:szCs w:val="22"/>
          <w:lang w:val="es-ES"/>
        </w:rPr>
        <w:t xml:space="preserve"> los servicios incluidos y menús.</w:t>
      </w:r>
      <w:r w:rsidRPr="00CD07CC">
        <w:rPr>
          <w:sz w:val="22"/>
          <w:szCs w:val="22"/>
          <w:lang w:val="es-ES"/>
        </w:rPr>
        <w:t xml:space="preserve"> </w:t>
      </w:r>
      <w:r w:rsidRPr="00CD07CC">
        <w:rPr>
          <w:sz w:val="22"/>
          <w:szCs w:val="22"/>
          <w:lang w:val="es-ES"/>
        </w:rPr>
        <w:t xml:space="preserve">Te </w:t>
      </w:r>
      <w:r w:rsidRPr="00CD07CC">
        <w:rPr>
          <w:sz w:val="22"/>
          <w:szCs w:val="22"/>
          <w:lang w:val="es-ES"/>
        </w:rPr>
        <w:t>estamos dando un</w:t>
      </w:r>
      <w:r w:rsidRPr="00CD07CC">
        <w:rPr>
          <w:sz w:val="22"/>
          <w:szCs w:val="22"/>
          <w:lang w:val="es-ES"/>
        </w:rPr>
        <w:t xml:space="preserve"> precio súper especial en todo</w:t>
      </w:r>
      <w:r w:rsidRPr="00CD07CC">
        <w:rPr>
          <w:sz w:val="22"/>
          <w:szCs w:val="22"/>
          <w:lang w:val="es-ES"/>
        </w:rPr>
        <w:t xml:space="preserve"> teniendo en cuenta la cantidad de </w:t>
      </w:r>
      <w:r w:rsidR="002648BE" w:rsidRPr="00CD07CC">
        <w:rPr>
          <w:sz w:val="22"/>
          <w:szCs w:val="22"/>
          <w:lang w:val="es-ES"/>
        </w:rPr>
        <w:t>días</w:t>
      </w:r>
      <w:r w:rsidRPr="00CD07CC">
        <w:rPr>
          <w:sz w:val="22"/>
          <w:szCs w:val="22"/>
          <w:lang w:val="es-ES"/>
        </w:rPr>
        <w:t xml:space="preserve"> y el canje promocional que mencionaron el cual debemos definir</w:t>
      </w:r>
      <w:r w:rsidRPr="00CD07CC">
        <w:rPr>
          <w:sz w:val="22"/>
          <w:szCs w:val="22"/>
          <w:lang w:val="es-ES"/>
        </w:rPr>
        <w:t>.</w:t>
      </w:r>
    </w:p>
    <w:p w14:paraId="7B3C2461" w14:textId="77777777" w:rsidR="00CD07CC" w:rsidRPr="00CD07CC" w:rsidRDefault="00CD07CC" w:rsidP="00CD07CC">
      <w:pPr>
        <w:pStyle w:val="Default"/>
        <w:rPr>
          <w:sz w:val="22"/>
          <w:szCs w:val="22"/>
          <w:lang w:val="es-ES"/>
        </w:rPr>
      </w:pPr>
    </w:p>
    <w:p w14:paraId="1513E58A" w14:textId="574A0EBF" w:rsidR="00CD07CC" w:rsidRPr="00CD07CC" w:rsidRDefault="00CD07CC" w:rsidP="00CD07CC">
      <w:pPr>
        <w:pStyle w:val="Default"/>
        <w:rPr>
          <w:sz w:val="22"/>
          <w:szCs w:val="22"/>
          <w:lang w:val="es-ES"/>
        </w:rPr>
      </w:pPr>
      <w:r w:rsidRPr="00CD07CC">
        <w:rPr>
          <w:sz w:val="22"/>
          <w:szCs w:val="22"/>
          <w:lang w:val="es-ES"/>
        </w:rPr>
        <w:t xml:space="preserve">Podemos partir de esta cotización e ir cambiando lo que deseen para ajustarnos lo mas cerca que podamos al presupuesto, ya que nuestro trabajo es garantizar la satisfacción de cada uno de nuestros clientes que depositan su confianza en nuestra </w:t>
      </w:r>
      <w:r w:rsidRPr="00CD07CC">
        <w:rPr>
          <w:sz w:val="22"/>
          <w:szCs w:val="22"/>
          <w:lang w:val="es-ES"/>
        </w:rPr>
        <w:t>experiencia</w:t>
      </w:r>
      <w:r w:rsidRPr="00CD07CC">
        <w:rPr>
          <w:sz w:val="22"/>
          <w:szCs w:val="22"/>
          <w:lang w:val="es-ES"/>
        </w:rPr>
        <w:t xml:space="preserve"> para que su evento sea todo un éxito. </w:t>
      </w:r>
    </w:p>
    <w:p w14:paraId="777CA0F3" w14:textId="77777777" w:rsidR="00CD07CC" w:rsidRPr="00CD07CC" w:rsidRDefault="00CD07CC" w:rsidP="00CD07CC">
      <w:pPr>
        <w:pStyle w:val="Default"/>
        <w:rPr>
          <w:sz w:val="22"/>
          <w:szCs w:val="22"/>
          <w:lang w:val="es-ES"/>
        </w:rPr>
      </w:pPr>
    </w:p>
    <w:p w14:paraId="37598F50" w14:textId="77777777" w:rsidR="00CD07CC" w:rsidRPr="00CD07CC" w:rsidRDefault="00CD07CC" w:rsidP="00CD07CC">
      <w:pPr>
        <w:pStyle w:val="Default"/>
        <w:rPr>
          <w:sz w:val="22"/>
          <w:szCs w:val="22"/>
          <w:lang w:val="es-ES"/>
        </w:rPr>
      </w:pPr>
      <w:r w:rsidRPr="00CD07CC">
        <w:rPr>
          <w:sz w:val="22"/>
          <w:szCs w:val="22"/>
          <w:lang w:val="es-ES"/>
        </w:rPr>
        <w:t xml:space="preserve">Todos los servicios y elementos que le estamos ofreciendo garantizan un evento espectacular. </w:t>
      </w:r>
    </w:p>
    <w:p w14:paraId="0337791A" w14:textId="77777777" w:rsidR="00CD07CC" w:rsidRPr="00CD07CC" w:rsidRDefault="00CD07CC" w:rsidP="00CD07CC">
      <w:pPr>
        <w:pStyle w:val="Default"/>
        <w:rPr>
          <w:sz w:val="22"/>
          <w:szCs w:val="22"/>
          <w:lang w:val="es-ES"/>
        </w:rPr>
      </w:pPr>
    </w:p>
    <w:p w14:paraId="01DBC20A" w14:textId="77777777" w:rsidR="00CD07CC" w:rsidRPr="00CD07CC" w:rsidRDefault="00CD07CC" w:rsidP="00CD07CC">
      <w:pPr>
        <w:pStyle w:val="Default"/>
        <w:rPr>
          <w:sz w:val="22"/>
          <w:szCs w:val="22"/>
          <w:lang w:val="es-ES"/>
        </w:rPr>
      </w:pPr>
      <w:r w:rsidRPr="00CD07CC">
        <w:rPr>
          <w:sz w:val="22"/>
          <w:szCs w:val="22"/>
          <w:lang w:val="es-ES"/>
        </w:rPr>
        <w:t xml:space="preserve">Recuerde que nuestro equipo profesional se encarga de todos los detalles. </w:t>
      </w:r>
    </w:p>
    <w:p w14:paraId="022D8070" w14:textId="77777777" w:rsidR="00CD07CC" w:rsidRPr="00CD07CC" w:rsidRDefault="00CD07CC" w:rsidP="00CD07CC">
      <w:pPr>
        <w:pStyle w:val="Default"/>
        <w:rPr>
          <w:sz w:val="22"/>
          <w:szCs w:val="22"/>
          <w:lang w:val="es-ES"/>
        </w:rPr>
      </w:pPr>
    </w:p>
    <w:p w14:paraId="66AFA22B" w14:textId="77777777" w:rsidR="00CD07CC" w:rsidRPr="00CD07CC" w:rsidRDefault="00CD07CC" w:rsidP="00CD07CC">
      <w:pPr>
        <w:pStyle w:val="Default"/>
        <w:rPr>
          <w:sz w:val="22"/>
          <w:szCs w:val="22"/>
          <w:lang w:val="es-ES"/>
        </w:rPr>
      </w:pPr>
      <w:r w:rsidRPr="00CD07CC">
        <w:rPr>
          <w:sz w:val="22"/>
          <w:szCs w:val="22"/>
          <w:lang w:val="es-ES"/>
        </w:rPr>
        <w:t xml:space="preserve">Por favor no dude en contactarnos para resolver cualquier inquietud que pueda tener. </w:t>
      </w:r>
    </w:p>
    <w:p w14:paraId="26A4FFB0" w14:textId="77777777" w:rsidR="00CD07CC" w:rsidRPr="00CD07CC" w:rsidRDefault="00CD07CC" w:rsidP="00CD07CC">
      <w:pPr>
        <w:pStyle w:val="Default"/>
        <w:rPr>
          <w:sz w:val="22"/>
          <w:szCs w:val="22"/>
          <w:lang w:val="es-ES"/>
        </w:rPr>
      </w:pPr>
    </w:p>
    <w:p w14:paraId="22F1D9DA" w14:textId="77777777" w:rsidR="00CD07CC" w:rsidRPr="00CD07CC" w:rsidRDefault="00CD07CC" w:rsidP="00CD07CC">
      <w:pPr>
        <w:pStyle w:val="Default"/>
        <w:rPr>
          <w:sz w:val="22"/>
          <w:szCs w:val="22"/>
          <w:lang w:val="es-ES"/>
        </w:rPr>
      </w:pPr>
    </w:p>
    <w:p w14:paraId="333F4701" w14:textId="77777777" w:rsidR="00CD07CC" w:rsidRPr="00CD07CC" w:rsidRDefault="00CD07CC" w:rsidP="00CD07CC">
      <w:pPr>
        <w:pStyle w:val="Default"/>
        <w:rPr>
          <w:sz w:val="22"/>
          <w:szCs w:val="22"/>
          <w:lang w:val="es-ES"/>
        </w:rPr>
      </w:pPr>
    </w:p>
    <w:p w14:paraId="7AED2FB9" w14:textId="77777777" w:rsidR="00CD07CC" w:rsidRPr="00CD07CC" w:rsidRDefault="00CD07CC" w:rsidP="00CD07CC">
      <w:pPr>
        <w:pStyle w:val="Default"/>
        <w:rPr>
          <w:sz w:val="22"/>
          <w:szCs w:val="22"/>
          <w:lang w:val="es-ES"/>
        </w:rPr>
      </w:pPr>
      <w:r w:rsidRPr="00CD07CC">
        <w:rPr>
          <w:sz w:val="22"/>
          <w:szCs w:val="22"/>
          <w:lang w:val="es-ES"/>
        </w:rPr>
        <w:t xml:space="preserve">Cordialmente, </w:t>
      </w:r>
    </w:p>
    <w:p w14:paraId="3A4A362C" w14:textId="77777777" w:rsidR="00CD07CC" w:rsidRPr="00CD07CC" w:rsidRDefault="00CD07CC" w:rsidP="00CD07CC">
      <w:pPr>
        <w:pStyle w:val="Default"/>
        <w:rPr>
          <w:sz w:val="22"/>
          <w:szCs w:val="22"/>
          <w:lang w:val="es-ES"/>
        </w:rPr>
      </w:pPr>
    </w:p>
    <w:p w14:paraId="784CD6D2" w14:textId="2A92756E" w:rsidR="00CD07CC" w:rsidRDefault="00CD07CC" w:rsidP="00CD07CC">
      <w:pPr>
        <w:pStyle w:val="Default"/>
        <w:rPr>
          <w:sz w:val="22"/>
          <w:szCs w:val="22"/>
          <w:lang w:val="es-ES"/>
        </w:rPr>
      </w:pPr>
      <w:r w:rsidRPr="00CD07CC">
        <w:rPr>
          <w:sz w:val="22"/>
          <w:szCs w:val="22"/>
          <w:lang w:val="es-ES"/>
        </w:rPr>
        <w:t>Adriana Fonnegra</w:t>
      </w:r>
    </w:p>
    <w:p w14:paraId="7C41DF2F" w14:textId="061C0D4E" w:rsidR="00E60B4F" w:rsidRPr="00CD07CC" w:rsidRDefault="00E60B4F" w:rsidP="00CD07CC">
      <w:pPr>
        <w:pStyle w:val="Default"/>
        <w:rPr>
          <w:sz w:val="22"/>
          <w:szCs w:val="22"/>
          <w:lang w:val="es-ES"/>
        </w:rPr>
      </w:pPr>
      <w:r>
        <w:rPr>
          <w:sz w:val="22"/>
          <w:szCs w:val="22"/>
          <w:lang w:val="es-ES"/>
        </w:rPr>
        <w:t>Directora de Relaciones Publicas</w:t>
      </w:r>
    </w:p>
    <w:p w14:paraId="36DA37FE" w14:textId="0446574E" w:rsidR="00CD07CC" w:rsidRPr="00CD07CC" w:rsidRDefault="00CD07CC" w:rsidP="00CD07CC">
      <w:pPr>
        <w:pStyle w:val="Default"/>
        <w:rPr>
          <w:sz w:val="22"/>
          <w:szCs w:val="22"/>
          <w:lang w:val="es-ES"/>
        </w:rPr>
      </w:pPr>
      <w:r w:rsidRPr="00CD07CC">
        <w:rPr>
          <w:sz w:val="22"/>
          <w:szCs w:val="22"/>
          <w:lang w:val="es-ES"/>
        </w:rPr>
        <w:t>Bahí</w:t>
      </w:r>
      <w:r w:rsidRPr="00CD07CC">
        <w:rPr>
          <w:sz w:val="22"/>
          <w:szCs w:val="22"/>
          <w:lang w:val="es-ES"/>
        </w:rPr>
        <w:t>a Centro de Convenciones</w:t>
      </w:r>
    </w:p>
    <w:p w14:paraId="6CA2CEEE" w14:textId="546689F2" w:rsidR="00CD07CC" w:rsidRPr="00CD07CC" w:rsidRDefault="00CD07CC" w:rsidP="00CD07CC">
      <w:pPr>
        <w:pStyle w:val="Default"/>
        <w:rPr>
          <w:sz w:val="22"/>
          <w:szCs w:val="22"/>
          <w:lang w:val="es-ES"/>
        </w:rPr>
      </w:pPr>
      <w:r w:rsidRPr="00CD07CC">
        <w:rPr>
          <w:sz w:val="22"/>
          <w:szCs w:val="22"/>
          <w:lang w:val="es-ES"/>
        </w:rPr>
        <w:t>C</w:t>
      </w:r>
      <w:r w:rsidRPr="00CD07CC">
        <w:rPr>
          <w:sz w:val="22"/>
          <w:szCs w:val="22"/>
          <w:lang w:val="es-ES"/>
        </w:rPr>
        <w:t xml:space="preserve">EL: </w:t>
      </w:r>
      <w:r w:rsidR="00904E0C">
        <w:rPr>
          <w:sz w:val="22"/>
          <w:szCs w:val="22"/>
          <w:lang w:val="es-ES"/>
        </w:rPr>
        <w:t xml:space="preserve">317 </w:t>
      </w:r>
      <w:r w:rsidRPr="00CD07CC">
        <w:rPr>
          <w:sz w:val="22"/>
          <w:szCs w:val="22"/>
          <w:lang w:val="es-ES"/>
        </w:rPr>
        <w:t xml:space="preserve"> </w:t>
      </w:r>
      <w:r w:rsidR="0068505D">
        <w:rPr>
          <w:sz w:val="22"/>
          <w:szCs w:val="22"/>
          <w:lang w:val="es-ES"/>
        </w:rPr>
        <w:t>679 6163</w:t>
      </w:r>
      <w:bookmarkStart w:id="0" w:name="_GoBack"/>
      <w:bookmarkEnd w:id="0"/>
    </w:p>
    <w:p w14:paraId="2201F20A" w14:textId="77777777" w:rsidR="00CD07CC" w:rsidRPr="00CD07CC" w:rsidRDefault="00CD07CC" w:rsidP="00CD07CC">
      <w:pPr>
        <w:rPr>
          <w:sz w:val="22"/>
          <w:szCs w:val="22"/>
        </w:rPr>
      </w:pPr>
    </w:p>
    <w:p w14:paraId="72E0B831" w14:textId="77777777" w:rsidR="00CD07CC" w:rsidRPr="00CD07CC" w:rsidRDefault="00CD07CC" w:rsidP="005C10E7">
      <w:pPr>
        <w:pStyle w:val="Default"/>
        <w:jc w:val="center"/>
        <w:rPr>
          <w:lang w:val="es-ES"/>
        </w:rPr>
      </w:pPr>
    </w:p>
    <w:p w14:paraId="32072464" w14:textId="77777777" w:rsidR="00CD07CC" w:rsidRPr="00CD07CC" w:rsidRDefault="00CD07CC" w:rsidP="005C10E7">
      <w:pPr>
        <w:pStyle w:val="Default"/>
        <w:jc w:val="center"/>
        <w:rPr>
          <w:lang w:val="es-ES"/>
        </w:rPr>
      </w:pPr>
    </w:p>
    <w:p w14:paraId="570BDC14" w14:textId="77777777" w:rsidR="00CD07CC" w:rsidRPr="00CD07CC" w:rsidRDefault="00CD07CC" w:rsidP="005C10E7">
      <w:pPr>
        <w:pStyle w:val="Default"/>
        <w:jc w:val="center"/>
        <w:rPr>
          <w:lang w:val="es-ES"/>
        </w:rPr>
      </w:pPr>
    </w:p>
    <w:p w14:paraId="7D06DD9A" w14:textId="77777777" w:rsidR="00CD07CC" w:rsidRPr="00CD07CC" w:rsidRDefault="00CD07CC" w:rsidP="005C10E7">
      <w:pPr>
        <w:pStyle w:val="Default"/>
        <w:jc w:val="center"/>
        <w:rPr>
          <w:lang w:val="es-ES"/>
        </w:rPr>
      </w:pPr>
    </w:p>
    <w:p w14:paraId="0B706432" w14:textId="77777777" w:rsidR="00CD07CC" w:rsidRPr="00CD07CC" w:rsidRDefault="00CD07CC" w:rsidP="005C10E7">
      <w:pPr>
        <w:pStyle w:val="Default"/>
        <w:jc w:val="center"/>
        <w:rPr>
          <w:lang w:val="es-ES"/>
        </w:rPr>
      </w:pPr>
    </w:p>
    <w:p w14:paraId="71C08064" w14:textId="77777777" w:rsidR="00CD07CC" w:rsidRPr="00CD07CC" w:rsidRDefault="00CD07CC" w:rsidP="005C10E7">
      <w:pPr>
        <w:pStyle w:val="Default"/>
        <w:jc w:val="center"/>
        <w:rPr>
          <w:lang w:val="es-ES"/>
        </w:rPr>
      </w:pPr>
    </w:p>
    <w:p w14:paraId="010A7F4F" w14:textId="77777777" w:rsidR="00CD07CC" w:rsidRPr="00CD07CC" w:rsidRDefault="00CD07CC" w:rsidP="005C10E7">
      <w:pPr>
        <w:pStyle w:val="Default"/>
        <w:jc w:val="center"/>
        <w:rPr>
          <w:lang w:val="es-ES"/>
        </w:rPr>
      </w:pPr>
    </w:p>
    <w:p w14:paraId="0AC29A4C" w14:textId="77777777" w:rsidR="00CD07CC" w:rsidRPr="00CD07CC" w:rsidRDefault="00CD07CC" w:rsidP="005C10E7">
      <w:pPr>
        <w:pStyle w:val="Default"/>
        <w:jc w:val="center"/>
        <w:rPr>
          <w:lang w:val="es-ES"/>
        </w:rPr>
      </w:pPr>
    </w:p>
    <w:p w14:paraId="66A6099C" w14:textId="77777777" w:rsidR="00CD07CC" w:rsidRPr="00CD07CC" w:rsidRDefault="00CD07CC" w:rsidP="005C10E7">
      <w:pPr>
        <w:pStyle w:val="Default"/>
        <w:jc w:val="center"/>
        <w:rPr>
          <w:lang w:val="es-ES"/>
        </w:rPr>
      </w:pPr>
    </w:p>
    <w:p w14:paraId="0ACB8D44" w14:textId="77777777" w:rsidR="00CD07CC" w:rsidRPr="00CD07CC" w:rsidRDefault="00CD07CC" w:rsidP="005C10E7">
      <w:pPr>
        <w:pStyle w:val="Default"/>
        <w:jc w:val="center"/>
        <w:rPr>
          <w:lang w:val="es-ES"/>
        </w:rPr>
      </w:pPr>
    </w:p>
    <w:p w14:paraId="3DF70E91" w14:textId="77777777" w:rsidR="00CD07CC" w:rsidRPr="00CD07CC" w:rsidRDefault="00CD07CC" w:rsidP="005C10E7">
      <w:pPr>
        <w:pStyle w:val="Default"/>
        <w:jc w:val="center"/>
        <w:rPr>
          <w:lang w:val="es-ES"/>
        </w:rPr>
      </w:pPr>
    </w:p>
    <w:p w14:paraId="49F6B89A" w14:textId="77777777" w:rsidR="00CD07CC" w:rsidRPr="00CD07CC" w:rsidRDefault="00CD07CC" w:rsidP="005C10E7">
      <w:pPr>
        <w:pStyle w:val="Default"/>
        <w:jc w:val="center"/>
        <w:rPr>
          <w:lang w:val="es-ES"/>
        </w:rPr>
      </w:pPr>
    </w:p>
    <w:p w14:paraId="1914C350" w14:textId="77777777" w:rsidR="00CD07CC" w:rsidRPr="00CD07CC" w:rsidRDefault="00CD07CC" w:rsidP="005C10E7">
      <w:pPr>
        <w:pStyle w:val="Default"/>
        <w:jc w:val="center"/>
        <w:rPr>
          <w:lang w:val="es-ES"/>
        </w:rPr>
      </w:pPr>
    </w:p>
    <w:p w14:paraId="4C95A5F5" w14:textId="77777777" w:rsidR="00CD07CC" w:rsidRPr="00CD07CC" w:rsidRDefault="00CD07CC" w:rsidP="005C10E7">
      <w:pPr>
        <w:pStyle w:val="Default"/>
        <w:jc w:val="center"/>
        <w:rPr>
          <w:lang w:val="es-ES"/>
        </w:rPr>
      </w:pPr>
    </w:p>
    <w:p w14:paraId="6E1F02C9" w14:textId="77777777" w:rsidR="005C10E7" w:rsidRPr="00CD07CC" w:rsidRDefault="005C10E7" w:rsidP="00BB44AD"/>
    <w:p w14:paraId="15E5C4EB" w14:textId="77777777" w:rsidR="002503E7" w:rsidRPr="00CD07CC" w:rsidRDefault="006F7700" w:rsidP="00BB44AD">
      <w:r w:rsidRPr="00CD07CC">
        <w:drawing>
          <wp:inline distT="0" distB="0" distL="0" distR="0" wp14:anchorId="317E5C36" wp14:editId="57A44720">
            <wp:extent cx="5943600" cy="3919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919220"/>
                    </a:xfrm>
                    <a:prstGeom prst="rect">
                      <a:avLst/>
                    </a:prstGeom>
                  </pic:spPr>
                </pic:pic>
              </a:graphicData>
            </a:graphic>
          </wp:inline>
        </w:drawing>
      </w:r>
    </w:p>
    <w:p w14:paraId="2AC024B1" w14:textId="77777777" w:rsidR="006F7700" w:rsidRPr="00CD07CC" w:rsidRDefault="006F7700" w:rsidP="00BB44AD"/>
    <w:p w14:paraId="284C726B" w14:textId="77777777" w:rsidR="006F7700" w:rsidRPr="00CD07CC" w:rsidRDefault="006F7700" w:rsidP="00BB44AD"/>
    <w:p w14:paraId="17CE3DBA" w14:textId="77777777" w:rsidR="006F7700" w:rsidRPr="00CD07CC" w:rsidRDefault="006F7700">
      <w:r w:rsidRPr="00CD07CC">
        <w:br w:type="page"/>
      </w:r>
    </w:p>
    <w:p w14:paraId="5E22CDA7" w14:textId="77777777" w:rsidR="006F7700" w:rsidRPr="00CD07CC" w:rsidRDefault="006F7700" w:rsidP="006F7700">
      <w:pPr>
        <w:jc w:val="center"/>
      </w:pPr>
      <w:r w:rsidRPr="00CD07CC">
        <w:drawing>
          <wp:inline distT="0" distB="0" distL="0" distR="0" wp14:anchorId="544989B7" wp14:editId="24350B52">
            <wp:extent cx="5943600" cy="7685405"/>
            <wp:effectExtent l="0" t="0" r="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7685405"/>
                    </a:xfrm>
                    <a:prstGeom prst="rect">
                      <a:avLst/>
                    </a:prstGeom>
                  </pic:spPr>
                </pic:pic>
              </a:graphicData>
            </a:graphic>
          </wp:inline>
        </w:drawing>
      </w:r>
    </w:p>
    <w:p w14:paraId="78386BA3" w14:textId="77777777" w:rsidR="006F7700" w:rsidRPr="00CD07CC" w:rsidRDefault="006F7700" w:rsidP="00BB44AD"/>
    <w:p w14:paraId="2786429A" w14:textId="77777777" w:rsidR="006F7700" w:rsidRPr="00CD07CC" w:rsidRDefault="006F7700">
      <w:r w:rsidRPr="00CD07CC">
        <w:br w:type="page"/>
      </w:r>
    </w:p>
    <w:p w14:paraId="64B5E77C" w14:textId="77777777" w:rsidR="006F7700" w:rsidRPr="00CD07CC" w:rsidRDefault="006F7700" w:rsidP="006F7700">
      <w:pPr>
        <w:jc w:val="center"/>
      </w:pPr>
      <w:r w:rsidRPr="00CD07CC">
        <w:drawing>
          <wp:inline distT="0" distB="0" distL="0" distR="0" wp14:anchorId="22001A77" wp14:editId="7903FA41">
            <wp:extent cx="4076700" cy="41783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76700" cy="4178300"/>
                    </a:xfrm>
                    <a:prstGeom prst="rect">
                      <a:avLst/>
                    </a:prstGeom>
                  </pic:spPr>
                </pic:pic>
              </a:graphicData>
            </a:graphic>
          </wp:inline>
        </w:drawing>
      </w:r>
    </w:p>
    <w:sectPr w:rsidR="006F7700" w:rsidRPr="00CD07CC" w:rsidSect="00801DB4">
      <w:headerReference w:type="default" r:id="rId10"/>
      <w:footerReference w:type="default" r:id="rId11"/>
      <w:pgSz w:w="12240" w:h="15840"/>
      <w:pgMar w:top="1800" w:right="1440" w:bottom="1080" w:left="1440" w:header="720"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B12B5" w14:textId="77777777" w:rsidR="002F3053" w:rsidRDefault="002F3053" w:rsidP="00DC5946">
      <w:r>
        <w:separator/>
      </w:r>
    </w:p>
  </w:endnote>
  <w:endnote w:type="continuationSeparator" w:id="0">
    <w:p w14:paraId="180BD6B1" w14:textId="77777777" w:rsidR="002F3053" w:rsidRDefault="002F3053" w:rsidP="00DC5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aiandra GD">
    <w:altName w:val="Calibri"/>
    <w:panose1 w:val="00000000000000000000"/>
    <w:charset w:val="00"/>
    <w:family w:val="swiss"/>
    <w:notTrueType/>
    <w:pitch w:val="default"/>
    <w:sig w:usb0="00000003" w:usb1="00000000" w:usb2="00000000" w:usb3="00000000" w:csb0="00000001" w:csb1="00000000"/>
  </w:font>
  <w:font w:name="Shree Devanagari 714">
    <w:panose1 w:val="02000600000000000000"/>
    <w:charset w:val="00"/>
    <w:family w:val="auto"/>
    <w:pitch w:val="variable"/>
    <w:sig w:usb0="80008003" w:usb1="00000000" w:usb2="00000000" w:usb3="00000000" w:csb0="00000003" w:csb1="00000000"/>
  </w:font>
  <w:font w:name="Wawati SC Regular">
    <w:charset w:val="00"/>
    <w:family w:val="auto"/>
    <w:pitch w:val="variable"/>
    <w:sig w:usb0="00000003" w:usb1="00000000" w:usb2="00000000" w:usb3="00000000" w:csb0="00000001" w:csb1="00000000"/>
  </w:font>
  <w:font w:name="Source Sans Pro Light">
    <w:panose1 w:val="020B0403030403020204"/>
    <w:charset w:val="00"/>
    <w:family w:val="auto"/>
    <w:pitch w:val="variable"/>
    <w:sig w:usb0="20000007" w:usb1="00000001" w:usb2="00000000" w:usb3="00000000" w:csb0="00000193" w:csb1="00000000"/>
  </w:font>
  <w:font w:name="Big Caslon">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F4FAC" w14:textId="77777777" w:rsidR="001629A3" w:rsidRPr="00EE2169" w:rsidRDefault="00EE2169" w:rsidP="0050762D">
    <w:pPr>
      <w:pStyle w:val="Footer"/>
      <w:tabs>
        <w:tab w:val="right" w:pos="5760"/>
      </w:tabs>
      <w:ind w:left="-360" w:right="-720"/>
      <w:rPr>
        <w:rFonts w:ascii="Source Sans Pro Light" w:hAnsi="Source Sans Pro Light" w:cs="Big Caslon"/>
        <w:color w:val="396462"/>
      </w:rPr>
    </w:pPr>
    <w:r w:rsidRPr="00EE2169">
      <w:rPr>
        <w:rFonts w:ascii="Source Sans Pro Light" w:hAnsi="Source Sans Pro Light" w:cs="Big Caslon"/>
        <w:color w:val="396462"/>
      </w:rPr>
      <w:t>Km</w:t>
    </w:r>
    <w:r w:rsidR="001629A3" w:rsidRPr="00EE2169">
      <w:rPr>
        <w:rFonts w:ascii="Source Sans Pro Light" w:hAnsi="Source Sans Pro Light" w:cs="Big Caslon"/>
        <w:color w:val="396462"/>
      </w:rPr>
      <w:t xml:space="preserve"> 4.5 Vía La Calera                       </w:t>
    </w:r>
    <w:r w:rsidRPr="00EE2169">
      <w:rPr>
        <w:rFonts w:ascii="Source Sans Pro Light" w:hAnsi="Source Sans Pro Light" w:cs="Big Caslon"/>
        <w:color w:val="396462"/>
      </w:rPr>
      <w:tab/>
    </w:r>
    <w:r w:rsidR="001629A3" w:rsidRPr="00EE2169">
      <w:rPr>
        <w:rFonts w:ascii="Source Sans Pro Light" w:hAnsi="Source Sans Pro Light" w:cs="Big Caslon"/>
        <w:color w:val="396462"/>
      </w:rPr>
      <w:t xml:space="preserve">    </w:t>
    </w:r>
    <w:r w:rsidR="001629A3" w:rsidRPr="00EE2169">
      <w:rPr>
        <w:rFonts w:ascii="Source Sans Pro Light" w:hAnsi="Source Sans Pro Light" w:cs="Big Caslon"/>
        <w:color w:val="396462"/>
      </w:rPr>
      <w:tab/>
      <w:t xml:space="preserve">    </w:t>
    </w:r>
    <w:r w:rsidRPr="00EE2169">
      <w:rPr>
        <w:rFonts w:ascii="Source Sans Pro Light" w:hAnsi="Source Sans Pro Light" w:cs="Big Caslon"/>
        <w:color w:val="396462"/>
      </w:rPr>
      <w:t xml:space="preserve">                                  </w:t>
    </w:r>
    <w:r>
      <w:rPr>
        <w:rFonts w:ascii="Source Sans Pro Light" w:hAnsi="Source Sans Pro Light" w:cs="Big Caslon"/>
        <w:color w:val="396462"/>
      </w:rPr>
      <w:t xml:space="preserve">         </w:t>
    </w:r>
    <w:r w:rsidRPr="00EE2169">
      <w:rPr>
        <w:rFonts w:ascii="Source Sans Pro Light" w:hAnsi="Source Sans Pro Light" w:cs="Big Caslon"/>
        <w:color w:val="396462"/>
      </w:rPr>
      <w:t xml:space="preserve"> </w:t>
    </w:r>
    <w:r>
      <w:rPr>
        <w:rFonts w:ascii="Source Sans Pro Light" w:hAnsi="Source Sans Pro Light" w:cs="Big Caslon"/>
        <w:color w:val="396462"/>
      </w:rPr>
      <w:t xml:space="preserve">         T</w:t>
    </w:r>
    <w:r w:rsidR="001629A3" w:rsidRPr="00EE2169">
      <w:rPr>
        <w:rFonts w:ascii="Source Sans Pro Light" w:hAnsi="Source Sans Pro Light" w:cs="Big Caslon"/>
        <w:color w:val="396462"/>
      </w:rPr>
      <w:t>: 648-6276</w:t>
    </w:r>
    <w:r>
      <w:rPr>
        <w:rFonts w:ascii="Source Sans Pro Light" w:hAnsi="Source Sans Pro Light" w:cs="Big Caslon"/>
        <w:color w:val="396462"/>
      </w:rPr>
      <w:t xml:space="preserve">  </w:t>
    </w:r>
    <w:r w:rsidRPr="00EE2169">
      <w:rPr>
        <w:rFonts w:ascii="Source Sans Pro Light" w:hAnsi="Source Sans Pro Light" w:cs="Big Caslon"/>
        <w:color w:val="396462"/>
      </w:rPr>
      <w:t xml:space="preserve"> </w:t>
    </w:r>
    <w:r>
      <w:rPr>
        <w:rFonts w:ascii="Source Sans Pro Light" w:hAnsi="Source Sans Pro Light" w:cs="Big Caslon"/>
        <w:color w:val="396462"/>
      </w:rPr>
      <w:t xml:space="preserve"> C:</w:t>
    </w:r>
    <w:r w:rsidR="001629A3" w:rsidRPr="00EE2169">
      <w:rPr>
        <w:rFonts w:ascii="Source Sans Pro Light" w:hAnsi="Source Sans Pro Light" w:cs="Big Caslon"/>
        <w:color w:val="396462"/>
      </w:rPr>
      <w:t xml:space="preserve"> 300-239-1360</w:t>
    </w:r>
  </w:p>
  <w:p w14:paraId="7FC052CC" w14:textId="77777777" w:rsidR="001629A3" w:rsidRPr="00EE2169" w:rsidRDefault="001629A3" w:rsidP="0050762D">
    <w:pPr>
      <w:pStyle w:val="Footer"/>
      <w:tabs>
        <w:tab w:val="clear" w:pos="4320"/>
        <w:tab w:val="clear" w:pos="8640"/>
      </w:tabs>
      <w:ind w:left="-360" w:right="-720"/>
      <w:rPr>
        <w:rFonts w:ascii="Source Sans Pro Light" w:hAnsi="Source Sans Pro Light" w:cs="Big Caslon"/>
        <w:color w:val="396462"/>
      </w:rPr>
    </w:pPr>
    <w:r w:rsidRPr="00EE2169">
      <w:rPr>
        <w:rFonts w:ascii="Source Sans Pro Light" w:hAnsi="Source Sans Pro Light" w:cs="Big Caslon"/>
        <w:color w:val="396462"/>
      </w:rPr>
      <w:t xml:space="preserve">Bogotá, Colombia                                                                                             </w:t>
    </w:r>
    <w:r w:rsidR="00EE2169" w:rsidRPr="00EE2169">
      <w:rPr>
        <w:rFonts w:ascii="Source Sans Pro Light" w:hAnsi="Source Sans Pro Light" w:cs="Big Caslon"/>
        <w:color w:val="396462"/>
      </w:rPr>
      <w:tab/>
      <w:t xml:space="preserve">         </w:t>
    </w:r>
    <w:r w:rsidR="00EE2169">
      <w:rPr>
        <w:rFonts w:ascii="Source Sans Pro Light" w:hAnsi="Source Sans Pro Light" w:cs="Big Caslon"/>
        <w:color w:val="396462"/>
      </w:rPr>
      <w:t xml:space="preserve"> </w:t>
    </w:r>
    <w:r w:rsidR="00EE2169" w:rsidRPr="00EE2169">
      <w:rPr>
        <w:rFonts w:ascii="Source Sans Pro Light" w:hAnsi="Source Sans Pro Light" w:cs="Big Caslon"/>
        <w:color w:val="396462"/>
      </w:rPr>
      <w:t xml:space="preserve">                    </w:t>
    </w:r>
    <w:r w:rsidR="00EE2169" w:rsidRPr="00EE2169">
      <w:rPr>
        <w:rFonts w:ascii="Source Sans Pro Light" w:hAnsi="Source Sans Pro Light" w:cs="Big Caslon"/>
        <w:color w:val="396462"/>
      </w:rPr>
      <w:tab/>
    </w:r>
    <w:r w:rsidRPr="00EE2169">
      <w:rPr>
        <w:rFonts w:ascii="Source Sans Pro Light" w:hAnsi="Source Sans Pro Light" w:cs="Big Caslon"/>
        <w:color w:val="396462"/>
      </w:rPr>
      <w:t xml:space="preserve">   </w:t>
    </w:r>
    <w:r w:rsidR="00EE2169">
      <w:rPr>
        <w:rFonts w:ascii="Source Sans Pro Light" w:hAnsi="Source Sans Pro Light" w:cs="Big Caslon"/>
        <w:color w:val="396462"/>
      </w:rPr>
      <w:t xml:space="preserve">   </w:t>
    </w:r>
    <w:r w:rsidRPr="00EE2169">
      <w:rPr>
        <w:rFonts w:ascii="Source Sans Pro Light" w:hAnsi="Source Sans Pro Light" w:cs="Big Caslon"/>
        <w:color w:val="396462"/>
      </w:rPr>
      <w:t xml:space="preserve"> www.bahiacc.com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BE7A6" w14:textId="77777777" w:rsidR="002F3053" w:rsidRDefault="002F3053" w:rsidP="00DC5946">
      <w:r>
        <w:separator/>
      </w:r>
    </w:p>
  </w:footnote>
  <w:footnote w:type="continuationSeparator" w:id="0">
    <w:p w14:paraId="19347DB5" w14:textId="77777777" w:rsidR="002F3053" w:rsidRDefault="002F3053" w:rsidP="00DC59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FEAC7" w14:textId="77777777" w:rsidR="001629A3" w:rsidRDefault="0096190E">
    <w:pPr>
      <w:pStyle w:val="Header"/>
    </w:pPr>
    <w:r>
      <w:rPr>
        <w:rFonts w:ascii="Shree Devanagari 714" w:eastAsia="Wawati SC Regular" w:hAnsi="Shree Devanagari 714"/>
        <w:noProof/>
        <w:color w:val="984806" w:themeColor="accent6" w:themeShade="80"/>
        <w:sz w:val="44"/>
        <w:szCs w:val="44"/>
        <w:lang w:val="en-US"/>
      </w:rPr>
      <w:drawing>
        <wp:anchor distT="0" distB="0" distL="114300" distR="114300" simplePos="0" relativeHeight="251663360" behindDoc="1" locked="0" layoutInCell="1" allowOverlap="1" wp14:anchorId="105D62AD" wp14:editId="699F40C4">
          <wp:simplePos x="0" y="0"/>
          <wp:positionH relativeFrom="column">
            <wp:posOffset>-748030</wp:posOffset>
          </wp:positionH>
          <wp:positionV relativeFrom="paragraph">
            <wp:posOffset>-454660</wp:posOffset>
          </wp:positionV>
          <wp:extent cx="1362456" cy="777240"/>
          <wp:effectExtent l="0" t="0" r="9525" b="10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Bahía-verde-claro.jpg"/>
                  <pic:cNvPicPr/>
                </pic:nvPicPr>
                <pic:blipFill>
                  <a:blip r:embed="rId1">
                    <a:extLst>
                      <a:ext uri="{28A0092B-C50C-407E-A947-70E740481C1C}">
                        <a14:useLocalDpi xmlns:a14="http://schemas.microsoft.com/office/drawing/2010/main" val="0"/>
                      </a:ext>
                    </a:extLst>
                  </a:blip>
                  <a:stretch>
                    <a:fillRect/>
                  </a:stretch>
                </pic:blipFill>
                <pic:spPr>
                  <a:xfrm>
                    <a:off x="0" y="0"/>
                    <a:ext cx="1362456"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77E2"/>
    <w:multiLevelType w:val="hybridMultilevel"/>
    <w:tmpl w:val="E010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2C4384"/>
    <w:multiLevelType w:val="hybridMultilevel"/>
    <w:tmpl w:val="AAF64B06"/>
    <w:lvl w:ilvl="0" w:tplc="68C27C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7F1F03"/>
    <w:multiLevelType w:val="hybridMultilevel"/>
    <w:tmpl w:val="B94E7F0E"/>
    <w:lvl w:ilvl="0" w:tplc="CCA8E5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061D1"/>
    <w:multiLevelType w:val="hybridMultilevel"/>
    <w:tmpl w:val="B378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D96CB5"/>
    <w:multiLevelType w:val="hybridMultilevel"/>
    <w:tmpl w:val="4574F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63BB6"/>
    <w:multiLevelType w:val="hybridMultilevel"/>
    <w:tmpl w:val="D93083B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AA22F4"/>
    <w:multiLevelType w:val="hybridMultilevel"/>
    <w:tmpl w:val="234ED1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4B2DAD"/>
    <w:multiLevelType w:val="hybridMultilevel"/>
    <w:tmpl w:val="17D0F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D5088D"/>
    <w:multiLevelType w:val="hybridMultilevel"/>
    <w:tmpl w:val="59D22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4642B5"/>
    <w:multiLevelType w:val="hybridMultilevel"/>
    <w:tmpl w:val="D4265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0424F2"/>
    <w:multiLevelType w:val="hybridMultilevel"/>
    <w:tmpl w:val="0F5C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7F43EB"/>
    <w:multiLevelType w:val="hybridMultilevel"/>
    <w:tmpl w:val="BA20F8AE"/>
    <w:lvl w:ilvl="0" w:tplc="650861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F92B3E"/>
    <w:multiLevelType w:val="hybridMultilevel"/>
    <w:tmpl w:val="587C1260"/>
    <w:lvl w:ilvl="0" w:tplc="68C27C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60303F"/>
    <w:multiLevelType w:val="hybridMultilevel"/>
    <w:tmpl w:val="4C7E0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F877805"/>
    <w:multiLevelType w:val="hybridMultilevel"/>
    <w:tmpl w:val="6D6E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1E68D7"/>
    <w:multiLevelType w:val="hybridMultilevel"/>
    <w:tmpl w:val="7D84A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4E74E3"/>
    <w:multiLevelType w:val="hybridMultilevel"/>
    <w:tmpl w:val="07441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A34810"/>
    <w:multiLevelType w:val="hybridMultilevel"/>
    <w:tmpl w:val="815AF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3D21E3"/>
    <w:multiLevelType w:val="hybridMultilevel"/>
    <w:tmpl w:val="7D92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62275D"/>
    <w:multiLevelType w:val="hybridMultilevel"/>
    <w:tmpl w:val="A00EE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2"/>
  </w:num>
  <w:num w:numId="4">
    <w:abstractNumId w:val="11"/>
  </w:num>
  <w:num w:numId="5">
    <w:abstractNumId w:val="2"/>
  </w:num>
  <w:num w:numId="6">
    <w:abstractNumId w:val="1"/>
  </w:num>
  <w:num w:numId="7">
    <w:abstractNumId w:val="16"/>
  </w:num>
  <w:num w:numId="8">
    <w:abstractNumId w:val="9"/>
  </w:num>
  <w:num w:numId="9">
    <w:abstractNumId w:val="15"/>
  </w:num>
  <w:num w:numId="10">
    <w:abstractNumId w:val="8"/>
  </w:num>
  <w:num w:numId="11">
    <w:abstractNumId w:val="7"/>
  </w:num>
  <w:num w:numId="12">
    <w:abstractNumId w:val="18"/>
  </w:num>
  <w:num w:numId="13">
    <w:abstractNumId w:val="19"/>
  </w:num>
  <w:num w:numId="14">
    <w:abstractNumId w:val="0"/>
  </w:num>
  <w:num w:numId="15">
    <w:abstractNumId w:val="4"/>
  </w:num>
  <w:num w:numId="16">
    <w:abstractNumId w:val="13"/>
  </w:num>
  <w:num w:numId="17">
    <w:abstractNumId w:val="10"/>
  </w:num>
  <w:num w:numId="18">
    <w:abstractNumId w:val="17"/>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US" w:vendorID="64" w:dllVersion="131078" w:nlCheck="1" w:checkStyle="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700"/>
    <w:rsid w:val="000C7451"/>
    <w:rsid w:val="001021AB"/>
    <w:rsid w:val="001629A3"/>
    <w:rsid w:val="001A007E"/>
    <w:rsid w:val="001D3A59"/>
    <w:rsid w:val="001E1B6A"/>
    <w:rsid w:val="00225538"/>
    <w:rsid w:val="002503E7"/>
    <w:rsid w:val="002648BE"/>
    <w:rsid w:val="002C0E1B"/>
    <w:rsid w:val="002F3053"/>
    <w:rsid w:val="00306C84"/>
    <w:rsid w:val="00496C99"/>
    <w:rsid w:val="0050762D"/>
    <w:rsid w:val="00533031"/>
    <w:rsid w:val="005A32B9"/>
    <w:rsid w:val="005C10E7"/>
    <w:rsid w:val="00616B00"/>
    <w:rsid w:val="0068505D"/>
    <w:rsid w:val="006F7700"/>
    <w:rsid w:val="00715751"/>
    <w:rsid w:val="00787517"/>
    <w:rsid w:val="00801DB4"/>
    <w:rsid w:val="008A3F2F"/>
    <w:rsid w:val="00904E0C"/>
    <w:rsid w:val="009611F4"/>
    <w:rsid w:val="0096190E"/>
    <w:rsid w:val="00986E06"/>
    <w:rsid w:val="00A4375C"/>
    <w:rsid w:val="00AA1013"/>
    <w:rsid w:val="00AD0522"/>
    <w:rsid w:val="00B055D8"/>
    <w:rsid w:val="00BB44AD"/>
    <w:rsid w:val="00BD58FC"/>
    <w:rsid w:val="00C31FA9"/>
    <w:rsid w:val="00CD07CC"/>
    <w:rsid w:val="00D307F6"/>
    <w:rsid w:val="00D43002"/>
    <w:rsid w:val="00DC5946"/>
    <w:rsid w:val="00E014F1"/>
    <w:rsid w:val="00E60B4F"/>
    <w:rsid w:val="00E973C1"/>
    <w:rsid w:val="00EE2169"/>
    <w:rsid w:val="00F15067"/>
    <w:rsid w:val="00FE62D3"/>
    <w:rsid w:val="00FE6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7D31A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75C"/>
    <w:pPr>
      <w:ind w:left="720"/>
      <w:contextualSpacing/>
    </w:pPr>
  </w:style>
  <w:style w:type="paragraph" w:styleId="BalloonText">
    <w:name w:val="Balloon Text"/>
    <w:basedOn w:val="Normal"/>
    <w:link w:val="BalloonTextChar"/>
    <w:uiPriority w:val="99"/>
    <w:semiHidden/>
    <w:unhideWhenUsed/>
    <w:rsid w:val="00306C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6C84"/>
    <w:rPr>
      <w:rFonts w:ascii="Lucida Grande" w:hAnsi="Lucida Grande" w:cs="Lucida Grande"/>
      <w:sz w:val="18"/>
      <w:szCs w:val="18"/>
      <w:lang w:val="es-ES_tradnl"/>
    </w:rPr>
  </w:style>
  <w:style w:type="paragraph" w:styleId="Header">
    <w:name w:val="header"/>
    <w:basedOn w:val="Normal"/>
    <w:link w:val="HeaderChar"/>
    <w:uiPriority w:val="99"/>
    <w:unhideWhenUsed/>
    <w:rsid w:val="00DC5946"/>
    <w:pPr>
      <w:tabs>
        <w:tab w:val="center" w:pos="4320"/>
        <w:tab w:val="right" w:pos="8640"/>
      </w:tabs>
    </w:pPr>
  </w:style>
  <w:style w:type="character" w:customStyle="1" w:styleId="HeaderChar">
    <w:name w:val="Header Char"/>
    <w:basedOn w:val="DefaultParagraphFont"/>
    <w:link w:val="Header"/>
    <w:uiPriority w:val="99"/>
    <w:rsid w:val="00DC5946"/>
    <w:rPr>
      <w:lang w:val="es-ES_tradnl"/>
    </w:rPr>
  </w:style>
  <w:style w:type="paragraph" w:styleId="Footer">
    <w:name w:val="footer"/>
    <w:basedOn w:val="Normal"/>
    <w:link w:val="FooterChar"/>
    <w:uiPriority w:val="99"/>
    <w:unhideWhenUsed/>
    <w:rsid w:val="00DC5946"/>
    <w:pPr>
      <w:tabs>
        <w:tab w:val="center" w:pos="4320"/>
        <w:tab w:val="right" w:pos="8640"/>
      </w:tabs>
    </w:pPr>
  </w:style>
  <w:style w:type="character" w:customStyle="1" w:styleId="FooterChar">
    <w:name w:val="Footer Char"/>
    <w:basedOn w:val="DefaultParagraphFont"/>
    <w:link w:val="Footer"/>
    <w:uiPriority w:val="99"/>
    <w:rsid w:val="00DC5946"/>
    <w:rPr>
      <w:lang w:val="es-ES_tradnl"/>
    </w:rPr>
  </w:style>
  <w:style w:type="character" w:styleId="Hyperlink">
    <w:name w:val="Hyperlink"/>
    <w:basedOn w:val="DefaultParagraphFont"/>
    <w:uiPriority w:val="99"/>
    <w:unhideWhenUsed/>
    <w:rsid w:val="00EE2169"/>
    <w:rPr>
      <w:color w:val="0000FF" w:themeColor="hyperlink"/>
      <w:u w:val="single"/>
    </w:rPr>
  </w:style>
  <w:style w:type="paragraph" w:customStyle="1" w:styleId="Default">
    <w:name w:val="Default"/>
    <w:rsid w:val="005C10E7"/>
    <w:pPr>
      <w:widowControl w:val="0"/>
      <w:autoSpaceDE w:val="0"/>
      <w:autoSpaceDN w:val="0"/>
      <w:adjustRightInd w:val="0"/>
    </w:pPr>
    <w:rPr>
      <w:rFonts w:ascii="Maiandra GD" w:hAnsi="Maiandra GD" w:cs="Maiandra G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048">
      <w:bodyDiv w:val="1"/>
      <w:marLeft w:val="0"/>
      <w:marRight w:val="0"/>
      <w:marTop w:val="0"/>
      <w:marBottom w:val="0"/>
      <w:divBdr>
        <w:top w:val="none" w:sz="0" w:space="0" w:color="auto"/>
        <w:left w:val="none" w:sz="0" w:space="0" w:color="auto"/>
        <w:bottom w:val="none" w:sz="0" w:space="0" w:color="auto"/>
        <w:right w:val="none" w:sz="0" w:space="0" w:color="auto"/>
      </w:divBdr>
    </w:div>
    <w:div w:id="403112075">
      <w:bodyDiv w:val="1"/>
      <w:marLeft w:val="0"/>
      <w:marRight w:val="0"/>
      <w:marTop w:val="0"/>
      <w:marBottom w:val="0"/>
      <w:divBdr>
        <w:top w:val="none" w:sz="0" w:space="0" w:color="auto"/>
        <w:left w:val="none" w:sz="0" w:space="0" w:color="auto"/>
        <w:bottom w:val="none" w:sz="0" w:space="0" w:color="auto"/>
        <w:right w:val="none" w:sz="0" w:space="0" w:color="auto"/>
      </w:divBdr>
    </w:div>
    <w:div w:id="624386406">
      <w:bodyDiv w:val="1"/>
      <w:marLeft w:val="0"/>
      <w:marRight w:val="0"/>
      <w:marTop w:val="0"/>
      <w:marBottom w:val="0"/>
      <w:divBdr>
        <w:top w:val="none" w:sz="0" w:space="0" w:color="auto"/>
        <w:left w:val="none" w:sz="0" w:space="0" w:color="auto"/>
        <w:bottom w:val="none" w:sz="0" w:space="0" w:color="auto"/>
        <w:right w:val="none" w:sz="0" w:space="0" w:color="auto"/>
      </w:divBdr>
    </w:div>
    <w:div w:id="816149729">
      <w:bodyDiv w:val="1"/>
      <w:marLeft w:val="0"/>
      <w:marRight w:val="0"/>
      <w:marTop w:val="0"/>
      <w:marBottom w:val="0"/>
      <w:divBdr>
        <w:top w:val="none" w:sz="0" w:space="0" w:color="auto"/>
        <w:left w:val="none" w:sz="0" w:space="0" w:color="auto"/>
        <w:bottom w:val="none" w:sz="0" w:space="0" w:color="auto"/>
        <w:right w:val="none" w:sz="0" w:space="0" w:color="auto"/>
      </w:divBdr>
    </w:div>
    <w:div w:id="1785726802">
      <w:bodyDiv w:val="1"/>
      <w:marLeft w:val="0"/>
      <w:marRight w:val="0"/>
      <w:marTop w:val="0"/>
      <w:marBottom w:val="0"/>
      <w:divBdr>
        <w:top w:val="none" w:sz="0" w:space="0" w:color="auto"/>
        <w:left w:val="none" w:sz="0" w:space="0" w:color="auto"/>
        <w:bottom w:val="none" w:sz="0" w:space="0" w:color="auto"/>
        <w:right w:val="none" w:sz="0" w:space="0" w:color="auto"/>
      </w:divBdr>
    </w:div>
    <w:div w:id="20333383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uanmi/Library/Group%20Containers/UBF8T346G9.Office/User%20Content.localized/Templates.localized/Bahia%20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Bahia 2016.dotx</Template>
  <TotalTime>48</TotalTime>
  <Pages>4</Pages>
  <Words>164</Words>
  <Characters>935</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Miguel Barrera</dc:creator>
  <cp:keywords/>
  <dc:description/>
  <cp:lastModifiedBy>Juan Miguel Barrera</cp:lastModifiedBy>
  <cp:revision>4</cp:revision>
  <cp:lastPrinted>2016-08-29T18:48:00Z</cp:lastPrinted>
  <dcterms:created xsi:type="dcterms:W3CDTF">2016-08-29T18:37:00Z</dcterms:created>
  <dcterms:modified xsi:type="dcterms:W3CDTF">2016-08-29T21:29:00Z</dcterms:modified>
</cp:coreProperties>
</file>